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93" w:rsidRPr="0000128A" w:rsidRDefault="00150D93" w:rsidP="002B7937">
      <w:pPr>
        <w:spacing w:before="120" w:after="120" w:line="288" w:lineRule="auto"/>
        <w:rPr>
          <w:sz w:val="22"/>
          <w:szCs w:val="22"/>
        </w:rPr>
      </w:pPr>
      <w:r w:rsidRPr="0000128A">
        <w:rPr>
          <w:noProof/>
        </w:rPr>
        <w:t xml:space="preserve"> </w:t>
      </w:r>
    </w:p>
    <w:p w:rsidR="00150811" w:rsidRPr="00150D93" w:rsidRDefault="00150811" w:rsidP="002B7937">
      <w:pPr>
        <w:pStyle w:val="Naslov2"/>
        <w:spacing w:before="480" w:beforeAutospacing="0" w:after="480" w:afterAutospacing="0" w:line="288" w:lineRule="auto"/>
        <w:jc w:val="center"/>
        <w:rPr>
          <w:color w:val="009900"/>
          <w:sz w:val="32"/>
        </w:rPr>
      </w:pPr>
      <w:r w:rsidRPr="00150D93">
        <w:rPr>
          <w:color w:val="009900"/>
          <w:sz w:val="32"/>
        </w:rPr>
        <w:t>I</w:t>
      </w:r>
      <w:r w:rsidR="00150D93">
        <w:rPr>
          <w:color w:val="009900"/>
          <w:sz w:val="32"/>
        </w:rPr>
        <w:t xml:space="preserve"> </w:t>
      </w:r>
      <w:r w:rsidRPr="00150D93">
        <w:rPr>
          <w:color w:val="009900"/>
          <w:sz w:val="32"/>
        </w:rPr>
        <w:t>Z</w:t>
      </w:r>
      <w:r w:rsidR="00150D93">
        <w:rPr>
          <w:color w:val="009900"/>
          <w:sz w:val="32"/>
        </w:rPr>
        <w:t xml:space="preserve"> </w:t>
      </w:r>
      <w:r w:rsidRPr="00150D93">
        <w:rPr>
          <w:color w:val="009900"/>
          <w:sz w:val="32"/>
        </w:rPr>
        <w:t>J</w:t>
      </w:r>
      <w:r w:rsidR="00150D93">
        <w:rPr>
          <w:color w:val="009900"/>
          <w:sz w:val="32"/>
        </w:rPr>
        <w:t xml:space="preserve"> </w:t>
      </w:r>
      <w:r w:rsidRPr="00150D93">
        <w:rPr>
          <w:color w:val="009900"/>
          <w:sz w:val="32"/>
        </w:rPr>
        <w:t>A</w:t>
      </w:r>
      <w:r w:rsidR="00150D93">
        <w:rPr>
          <w:color w:val="009900"/>
          <w:sz w:val="32"/>
        </w:rPr>
        <w:t xml:space="preserve"> </w:t>
      </w:r>
      <w:r w:rsidRPr="00150D93">
        <w:rPr>
          <w:color w:val="009900"/>
          <w:sz w:val="32"/>
        </w:rPr>
        <w:t>V</w:t>
      </w:r>
      <w:r w:rsidR="00150D93">
        <w:rPr>
          <w:color w:val="009900"/>
          <w:sz w:val="32"/>
        </w:rPr>
        <w:t xml:space="preserve"> </w:t>
      </w:r>
      <w:r w:rsidRPr="00150D93">
        <w:rPr>
          <w:color w:val="009900"/>
          <w:sz w:val="32"/>
        </w:rPr>
        <w:t>A</w:t>
      </w:r>
    </w:p>
    <w:p w:rsidR="00150811" w:rsidRPr="00150D93" w:rsidRDefault="00150811" w:rsidP="003E1916">
      <w:pPr>
        <w:spacing w:before="240" w:after="240" w:line="276" w:lineRule="auto"/>
        <w:jc w:val="both"/>
        <w:rPr>
          <w:sz w:val="22"/>
          <w:szCs w:val="20"/>
        </w:rPr>
      </w:pPr>
      <w:r w:rsidRPr="00150D93">
        <w:rPr>
          <w:sz w:val="22"/>
          <w:szCs w:val="20"/>
        </w:rPr>
        <w:t xml:space="preserve">Pod kazensko in materialno odgovornostjo izjavljamo, da proti nam ni bila izdana pravnomočna sodna ali upravna odločba, s katero bi nam bilo prepovedano opravljati dejavnost, ki je predmet javnega </w:t>
      </w:r>
      <w:r w:rsidR="00300A08" w:rsidRPr="00150D93">
        <w:rPr>
          <w:sz w:val="22"/>
          <w:szCs w:val="20"/>
        </w:rPr>
        <w:t>razpisa.</w:t>
      </w:r>
    </w:p>
    <w:p w:rsidR="007B17B8" w:rsidRPr="00150D93" w:rsidRDefault="005C1374" w:rsidP="00150D93">
      <w:pPr>
        <w:spacing w:before="240" w:after="240" w:line="276" w:lineRule="auto"/>
        <w:jc w:val="both"/>
        <w:rPr>
          <w:sz w:val="22"/>
          <w:szCs w:val="20"/>
        </w:rPr>
      </w:pPr>
      <w:r w:rsidRPr="00150D93">
        <w:rPr>
          <w:sz w:val="22"/>
          <w:szCs w:val="20"/>
        </w:rPr>
        <w:t>S podpisom</w:t>
      </w:r>
      <w:r w:rsidR="00150811" w:rsidRPr="00150D93">
        <w:rPr>
          <w:sz w:val="22"/>
          <w:szCs w:val="20"/>
        </w:rPr>
        <w:t xml:space="preserve"> </w:t>
      </w:r>
      <w:r w:rsidR="00300A08" w:rsidRPr="00150D93">
        <w:rPr>
          <w:sz w:val="22"/>
          <w:szCs w:val="20"/>
        </w:rPr>
        <w:t xml:space="preserve">in žigom </w:t>
      </w:r>
      <w:r w:rsidR="00150811" w:rsidRPr="00150D93">
        <w:rPr>
          <w:sz w:val="22"/>
          <w:szCs w:val="20"/>
        </w:rPr>
        <w:t xml:space="preserve">na tej izjavi potrjujemo, da </w:t>
      </w:r>
      <w:r w:rsidRPr="00150D93">
        <w:rPr>
          <w:sz w:val="22"/>
          <w:szCs w:val="20"/>
        </w:rPr>
        <w:t>soglašamo z določili</w:t>
      </w:r>
      <w:r w:rsidR="00300A08" w:rsidRPr="00150D93">
        <w:rPr>
          <w:sz w:val="22"/>
          <w:szCs w:val="20"/>
        </w:rPr>
        <w:t>, navedenimi v tem javnem razpisu</w:t>
      </w:r>
      <w:r w:rsidRPr="00150D93">
        <w:rPr>
          <w:sz w:val="22"/>
          <w:szCs w:val="20"/>
        </w:rPr>
        <w:t xml:space="preserve"> in pripadajoči razpisni dokumentaciji</w:t>
      </w:r>
      <w:r w:rsidR="00300A08" w:rsidRPr="00150D93">
        <w:rPr>
          <w:sz w:val="22"/>
          <w:szCs w:val="20"/>
        </w:rPr>
        <w:t>,</w:t>
      </w:r>
      <w:r w:rsidR="007B17B8" w:rsidRPr="00150D93">
        <w:rPr>
          <w:sz w:val="22"/>
          <w:szCs w:val="20"/>
        </w:rPr>
        <w:t xml:space="preserve"> </w:t>
      </w:r>
      <w:r w:rsidR="00EF723F">
        <w:rPr>
          <w:sz w:val="22"/>
          <w:szCs w:val="20"/>
        </w:rPr>
        <w:t xml:space="preserve">da soglašamo </w:t>
      </w:r>
      <w:bookmarkStart w:id="0" w:name="_GoBack"/>
      <w:bookmarkEnd w:id="0"/>
      <w:r w:rsidR="00DE2C10">
        <w:rPr>
          <w:sz w:val="22"/>
          <w:szCs w:val="20"/>
        </w:rPr>
        <w:t xml:space="preserve">z določili vzorca </w:t>
      </w:r>
      <w:r w:rsidR="00DE2C10" w:rsidRPr="008C4B08">
        <w:rPr>
          <w:sz w:val="22"/>
          <w:szCs w:val="20"/>
        </w:rPr>
        <w:t>pogodbe o sofinanciranju</w:t>
      </w:r>
      <w:r w:rsidR="00DE2C10">
        <w:rPr>
          <w:sz w:val="22"/>
          <w:szCs w:val="20"/>
        </w:rPr>
        <w:t xml:space="preserve"> (Priloga 3)</w:t>
      </w:r>
      <w:r w:rsidR="00DE2C10" w:rsidRPr="008C4B08">
        <w:rPr>
          <w:sz w:val="22"/>
          <w:szCs w:val="20"/>
        </w:rPr>
        <w:t xml:space="preserve"> </w:t>
      </w:r>
      <w:r w:rsidR="007B17B8" w:rsidRPr="00150D93">
        <w:rPr>
          <w:sz w:val="22"/>
          <w:szCs w:val="20"/>
        </w:rPr>
        <w:t>ter da so vse navedbe v prijavi resnične in ustrezajo dejanskemu stanju, vse priložene fotokopije pa ustrezajo originalom.</w:t>
      </w:r>
    </w:p>
    <w:p w:rsidR="00300A08" w:rsidRPr="00150D93" w:rsidRDefault="00300A08" w:rsidP="00150D93">
      <w:pPr>
        <w:spacing w:before="240" w:after="240" w:line="276" w:lineRule="auto"/>
        <w:jc w:val="both"/>
        <w:rPr>
          <w:sz w:val="22"/>
          <w:szCs w:val="20"/>
        </w:rPr>
      </w:pPr>
      <w:r w:rsidRPr="00150D93">
        <w:rPr>
          <w:sz w:val="22"/>
          <w:szCs w:val="20"/>
        </w:rPr>
        <w:t>Izjavljamo, da naše delovanje ni financirano iz proračuna Občine Škofja Loka v okviru posebnih oziroma drugih proračunskih postavk, ter, da s programom ne kandidiramo na drugih razpisi</w:t>
      </w:r>
      <w:r w:rsidR="00D84BD5" w:rsidRPr="00150D93">
        <w:rPr>
          <w:sz w:val="22"/>
          <w:szCs w:val="20"/>
        </w:rPr>
        <w:t>h Občine Škofja Loka.</w:t>
      </w:r>
    </w:p>
    <w:p w:rsidR="00150811" w:rsidRPr="00150D93" w:rsidRDefault="007B17B8" w:rsidP="00150D93">
      <w:pPr>
        <w:spacing w:before="240" w:after="240" w:line="276" w:lineRule="auto"/>
        <w:jc w:val="both"/>
        <w:rPr>
          <w:sz w:val="22"/>
          <w:szCs w:val="20"/>
        </w:rPr>
      </w:pPr>
      <w:r w:rsidRPr="00150D93">
        <w:rPr>
          <w:sz w:val="22"/>
          <w:szCs w:val="20"/>
        </w:rPr>
        <w:t>Prijavitelj tudi</w:t>
      </w:r>
      <w:r w:rsidR="00300A08" w:rsidRPr="00150D93">
        <w:rPr>
          <w:sz w:val="22"/>
          <w:szCs w:val="20"/>
        </w:rPr>
        <w:t xml:space="preserve"> izjavljam</w:t>
      </w:r>
      <w:r w:rsidR="00150811" w:rsidRPr="00150D93">
        <w:rPr>
          <w:sz w:val="22"/>
          <w:szCs w:val="20"/>
        </w:rPr>
        <w:t>, da sem seznanjen z določbami 35. člena Zakona o integriteti in preprečevanju korupcije (Uradni list RS št.</w:t>
      </w:r>
      <w:r w:rsidR="001275D5">
        <w:rPr>
          <w:sz w:val="22"/>
          <w:szCs w:val="20"/>
        </w:rPr>
        <w:t xml:space="preserve"> 69/11 – uradno prečiščeno besedilo, 158/20, 3/22 - </w:t>
      </w:r>
      <w:proofErr w:type="spellStart"/>
      <w:r w:rsidR="001275D5">
        <w:rPr>
          <w:sz w:val="22"/>
          <w:szCs w:val="20"/>
        </w:rPr>
        <w:t>ZDeb</w:t>
      </w:r>
      <w:proofErr w:type="spellEnd"/>
      <w:r w:rsidR="001275D5">
        <w:rPr>
          <w:sz w:val="22"/>
          <w:szCs w:val="20"/>
        </w:rPr>
        <w:t xml:space="preserve"> in 16/23 - </w:t>
      </w:r>
      <w:proofErr w:type="spellStart"/>
      <w:r w:rsidR="001275D5">
        <w:rPr>
          <w:sz w:val="22"/>
          <w:szCs w:val="20"/>
        </w:rPr>
        <w:t>ZZPri</w:t>
      </w:r>
      <w:proofErr w:type="spellEnd"/>
      <w:r w:rsidR="00150811" w:rsidRPr="00150D93">
        <w:rPr>
          <w:sz w:val="22"/>
          <w:szCs w:val="20"/>
        </w:rPr>
        <w:t>) in izjavljam, da niti sam niti nobeden od mojih družinskih članov, niti nihče izmed članov poslovodstva prijavitelja, niti njegovi družinski člani niso subjekti, za katere bi veljala omejitev poslovanja z Občino Škofja Loka po tem členu.</w:t>
      </w:r>
    </w:p>
    <w:p w:rsidR="00560998" w:rsidRPr="00150D93" w:rsidRDefault="00300A08" w:rsidP="00150D93">
      <w:pPr>
        <w:spacing w:before="240" w:after="240" w:line="276" w:lineRule="auto"/>
        <w:jc w:val="both"/>
        <w:rPr>
          <w:sz w:val="22"/>
          <w:szCs w:val="20"/>
        </w:rPr>
      </w:pPr>
      <w:r w:rsidRPr="00150D93">
        <w:rPr>
          <w:sz w:val="22"/>
          <w:szCs w:val="20"/>
        </w:rPr>
        <w:t>Izjavljamo</w:t>
      </w:r>
      <w:r w:rsidR="00560998" w:rsidRPr="00150D93">
        <w:rPr>
          <w:sz w:val="22"/>
          <w:szCs w:val="20"/>
        </w:rPr>
        <w:t>, da nimamo neizpolnjenih obveznosti do Občine</w:t>
      </w:r>
      <w:r w:rsidRPr="00150D93">
        <w:rPr>
          <w:sz w:val="22"/>
          <w:szCs w:val="20"/>
        </w:rPr>
        <w:t xml:space="preserve"> Škofja Loka in v skladu z razpisnimi pogoji soglašamo s preverjanjem namenske porabe odobrenih proračunskih sredstev. </w:t>
      </w:r>
    </w:p>
    <w:p w:rsidR="00560998" w:rsidRPr="00150D93" w:rsidRDefault="00300A08" w:rsidP="00150D93">
      <w:pPr>
        <w:spacing w:before="240" w:after="240" w:line="276" w:lineRule="auto"/>
        <w:jc w:val="both"/>
        <w:rPr>
          <w:sz w:val="22"/>
          <w:szCs w:val="20"/>
        </w:rPr>
      </w:pPr>
      <w:r w:rsidRPr="00150D93">
        <w:rPr>
          <w:sz w:val="22"/>
          <w:szCs w:val="20"/>
        </w:rPr>
        <w:t>Kot podpisnik se zavedam, da v primeru neresničnosti podane izjave, sam nosim odgovornost in posledice zaradi ničnosti sklenjene pogodbe.</w:t>
      </w:r>
    </w:p>
    <w:p w:rsidR="00150811" w:rsidRPr="00150D93" w:rsidRDefault="00150811" w:rsidP="00150D93">
      <w:pPr>
        <w:spacing w:before="120" w:after="120" w:line="276" w:lineRule="auto"/>
        <w:jc w:val="both"/>
        <w:rPr>
          <w:sz w:val="22"/>
          <w:szCs w:val="20"/>
        </w:rPr>
      </w:pPr>
      <w:r w:rsidRPr="00150D93">
        <w:rPr>
          <w:sz w:val="22"/>
          <w:szCs w:val="20"/>
        </w:rPr>
        <w:t xml:space="preserve">                 </w:t>
      </w:r>
    </w:p>
    <w:p w:rsidR="00560998" w:rsidRPr="00D84BD5" w:rsidRDefault="00560998" w:rsidP="00676FC7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560998" w:rsidRPr="00D84BD5" w:rsidRDefault="00560998" w:rsidP="00560998">
      <w:pPr>
        <w:rPr>
          <w:sz w:val="22"/>
          <w:szCs w:val="22"/>
        </w:rPr>
      </w:pPr>
    </w:p>
    <w:p w:rsidR="00560998" w:rsidRPr="00D84BD5" w:rsidRDefault="00560998" w:rsidP="00560998">
      <w:pPr>
        <w:rPr>
          <w:sz w:val="22"/>
          <w:szCs w:val="22"/>
        </w:rPr>
      </w:pPr>
    </w:p>
    <w:p w:rsidR="002C04BD" w:rsidRDefault="002C04BD" w:rsidP="002C04BD">
      <w:pPr>
        <w:rPr>
          <w:sz w:val="20"/>
          <w:szCs w:val="20"/>
        </w:rPr>
      </w:pPr>
      <w:r w:rsidRPr="00EF7E87">
        <w:rPr>
          <w:sz w:val="20"/>
          <w:szCs w:val="20"/>
        </w:rPr>
        <w:t xml:space="preserve">Kraj in datum:                                                             </w:t>
      </w:r>
      <w:r>
        <w:rPr>
          <w:sz w:val="20"/>
          <w:szCs w:val="20"/>
        </w:rPr>
        <w:t xml:space="preserve">                        </w:t>
      </w:r>
      <w:r w:rsidRPr="00EF7E87">
        <w:rPr>
          <w:sz w:val="20"/>
          <w:szCs w:val="20"/>
        </w:rPr>
        <w:t>Podpis odgovorne osebe in žig</w:t>
      </w:r>
      <w:r>
        <w:rPr>
          <w:sz w:val="20"/>
          <w:szCs w:val="20"/>
        </w:rPr>
        <w:t xml:space="preserve"> ali </w:t>
      </w:r>
    </w:p>
    <w:p w:rsidR="002C04BD" w:rsidRPr="00EF7E87" w:rsidRDefault="002C04BD" w:rsidP="002C04BD">
      <w:pPr>
        <w:ind w:left="4956"/>
        <w:rPr>
          <w:sz w:val="20"/>
          <w:szCs w:val="20"/>
        </w:rPr>
      </w:pPr>
      <w:r>
        <w:rPr>
          <w:sz w:val="20"/>
          <w:szCs w:val="20"/>
        </w:rPr>
        <w:t xml:space="preserve">          kvalificiran elektronski podpis</w:t>
      </w:r>
      <w:r w:rsidRPr="00EF7E87">
        <w:rPr>
          <w:sz w:val="20"/>
          <w:szCs w:val="20"/>
        </w:rPr>
        <w:t>:</w:t>
      </w:r>
    </w:p>
    <w:p w:rsidR="002C04BD" w:rsidRPr="004449FA" w:rsidRDefault="002C04BD" w:rsidP="002C04BD">
      <w:pPr>
        <w:rPr>
          <w:rFonts w:ascii="Arial" w:hAnsi="Arial" w:cs="Arial"/>
          <w:sz w:val="20"/>
          <w:szCs w:val="20"/>
        </w:rPr>
      </w:pPr>
    </w:p>
    <w:p w:rsidR="00D84BD5" w:rsidRPr="00D84BD5" w:rsidRDefault="00D84BD5">
      <w:pPr>
        <w:rPr>
          <w:sz w:val="22"/>
          <w:szCs w:val="22"/>
        </w:rPr>
      </w:pPr>
    </w:p>
    <w:sectPr w:rsidR="00D84BD5" w:rsidRPr="00D84BD5" w:rsidSect="00A03996">
      <w:headerReference w:type="first" r:id="rId8"/>
      <w:pgSz w:w="11906" w:h="16838" w:code="9"/>
      <w:pgMar w:top="1418" w:right="1418" w:bottom="1418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807" w:rsidRDefault="00B40807" w:rsidP="00A55117">
      <w:r>
        <w:separator/>
      </w:r>
    </w:p>
  </w:endnote>
  <w:endnote w:type="continuationSeparator" w:id="0">
    <w:p w:rsidR="00B40807" w:rsidRDefault="00B40807" w:rsidP="00A5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807" w:rsidRDefault="00B40807" w:rsidP="00A55117">
      <w:r>
        <w:separator/>
      </w:r>
    </w:p>
  </w:footnote>
  <w:footnote w:type="continuationSeparator" w:id="0">
    <w:p w:rsidR="00B40807" w:rsidRDefault="00B40807" w:rsidP="00A5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48F" w:rsidRDefault="0044448F" w:rsidP="00300A08">
    <w:pPr>
      <w:pStyle w:val="Glava"/>
      <w:rPr>
        <w:szCs w:val="16"/>
      </w:rPr>
    </w:pPr>
  </w:p>
  <w:p w:rsidR="00150D93" w:rsidRPr="00CC4714" w:rsidRDefault="00150D93" w:rsidP="00150D93">
    <w:pPr>
      <w:pStyle w:val="Glava"/>
      <w:jc w:val="right"/>
      <w:rPr>
        <w:rFonts w:ascii="Times New Roman" w:hAnsi="Times New Roman" w:cs="Times New Roman"/>
        <w:color w:val="808080" w:themeColor="background1" w:themeShade="80"/>
        <w:sz w:val="16"/>
        <w:szCs w:val="16"/>
      </w:rPr>
    </w:pPr>
    <w:r w:rsidRPr="00C421D6">
      <w:rPr>
        <w:rFonts w:ascii="Times New Roman" w:hAnsi="Times New Roman" w:cs="Times New Roman"/>
        <w:b/>
        <w:color w:val="808080" w:themeColor="background1" w:themeShade="80"/>
        <w:sz w:val="16"/>
        <w:szCs w:val="16"/>
      </w:rPr>
      <w:t>Priloga</w:t>
    </w:r>
    <w:r>
      <w:rPr>
        <w:rFonts w:ascii="Times New Roman" w:hAnsi="Times New Roman" w:cs="Times New Roman"/>
        <w:b/>
        <w:color w:val="808080" w:themeColor="background1" w:themeShade="80"/>
        <w:sz w:val="16"/>
        <w:szCs w:val="16"/>
      </w:rPr>
      <w:t xml:space="preserve"> 2</w:t>
    </w:r>
    <w:r w:rsidRPr="00C421D6">
      <w:rPr>
        <w:rFonts w:ascii="Times New Roman" w:hAnsi="Times New Roman" w:cs="Times New Roman"/>
        <w:b/>
        <w:color w:val="808080" w:themeColor="background1" w:themeShade="80"/>
        <w:sz w:val="16"/>
        <w:szCs w:val="16"/>
      </w:rPr>
      <w:t>:</w:t>
    </w:r>
    <w:r w:rsidRPr="00CC4714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</w:t>
    </w:r>
    <w:r>
      <w:rPr>
        <w:rFonts w:ascii="Times New Roman" w:hAnsi="Times New Roman" w:cs="Times New Roman"/>
        <w:color w:val="808080" w:themeColor="background1" w:themeShade="80"/>
        <w:sz w:val="16"/>
        <w:szCs w:val="16"/>
      </w:rPr>
      <w:t>Izjava</w:t>
    </w:r>
    <w:r w:rsidRPr="00CC4714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JR Tehnična kultura 202</w:t>
    </w:r>
    <w:r w:rsidR="006F2711">
      <w:rPr>
        <w:rFonts w:ascii="Times New Roman" w:hAnsi="Times New Roman" w:cs="Times New Roman"/>
        <w:color w:val="808080" w:themeColor="background1" w:themeShade="80"/>
        <w:sz w:val="16"/>
        <w:szCs w:val="16"/>
      </w:rPr>
      <w:t>5</w:t>
    </w:r>
    <w:r w:rsidRPr="00CC4714">
      <w:rPr>
        <w:rFonts w:ascii="Times New Roman" w:hAnsi="Times New Roman" w:cs="Times New Roman"/>
        <w:color w:val="808080" w:themeColor="background1" w:themeShade="80"/>
        <w:sz w:val="16"/>
        <w:szCs w:val="16"/>
      </w:rPr>
      <w:t xml:space="preserve"> in 202</w:t>
    </w:r>
    <w:r w:rsidR="006F2711">
      <w:rPr>
        <w:rFonts w:ascii="Times New Roman" w:hAnsi="Times New Roman" w:cs="Times New Roman"/>
        <w:color w:val="808080" w:themeColor="background1" w:themeShade="80"/>
        <w:sz w:val="16"/>
        <w:szCs w:val="16"/>
      </w:rPr>
      <w:t>6</w:t>
    </w:r>
  </w:p>
  <w:p w:rsidR="00300A08" w:rsidRPr="00AF6910" w:rsidRDefault="00300A08" w:rsidP="00150D93">
    <w:pPr>
      <w:pStyle w:val="Glava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BD9"/>
    <w:multiLevelType w:val="hybridMultilevel"/>
    <w:tmpl w:val="60DAF7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4867"/>
    <w:multiLevelType w:val="hybridMultilevel"/>
    <w:tmpl w:val="1D1880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80BBB"/>
    <w:multiLevelType w:val="hybridMultilevel"/>
    <w:tmpl w:val="52E48D12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C3010"/>
    <w:multiLevelType w:val="hybridMultilevel"/>
    <w:tmpl w:val="12BC0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A243F"/>
    <w:multiLevelType w:val="singleLevel"/>
    <w:tmpl w:val="042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EA752BB"/>
    <w:multiLevelType w:val="hybridMultilevel"/>
    <w:tmpl w:val="1C66B658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B2AAD"/>
    <w:multiLevelType w:val="hybridMultilevel"/>
    <w:tmpl w:val="CEE6EB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F5CC5"/>
    <w:multiLevelType w:val="multilevel"/>
    <w:tmpl w:val="6C16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BF770B"/>
    <w:multiLevelType w:val="multilevel"/>
    <w:tmpl w:val="6CC6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B62422"/>
    <w:multiLevelType w:val="hybridMultilevel"/>
    <w:tmpl w:val="E6DE85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B5432"/>
    <w:multiLevelType w:val="hybridMultilevel"/>
    <w:tmpl w:val="6D667D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60FDC"/>
    <w:multiLevelType w:val="hybridMultilevel"/>
    <w:tmpl w:val="EE0C0492"/>
    <w:lvl w:ilvl="0" w:tplc="09822E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BC0312"/>
    <w:multiLevelType w:val="hybridMultilevel"/>
    <w:tmpl w:val="BB762100"/>
    <w:lvl w:ilvl="0" w:tplc="350EB7C0">
      <w:start w:val="4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 w15:restartNumberingAfterBreak="0">
    <w:nsid w:val="388464B6"/>
    <w:multiLevelType w:val="hybridMultilevel"/>
    <w:tmpl w:val="C6BC90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F5C9E"/>
    <w:multiLevelType w:val="hybridMultilevel"/>
    <w:tmpl w:val="A7AAC5CC"/>
    <w:lvl w:ilvl="0" w:tplc="3FD08CC4">
      <w:start w:val="4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21C68"/>
    <w:multiLevelType w:val="hybridMultilevel"/>
    <w:tmpl w:val="9D02BC9E"/>
    <w:lvl w:ilvl="0" w:tplc="A40E467C">
      <w:start w:val="1"/>
      <w:numFmt w:val="decimal"/>
      <w:lvlText w:val="%1."/>
      <w:lvlJc w:val="left"/>
      <w:pPr>
        <w:tabs>
          <w:tab w:val="num" w:pos="680"/>
        </w:tabs>
        <w:ind w:left="737" w:hanging="397"/>
      </w:pPr>
      <w:rPr>
        <w:rFonts w:hint="default"/>
        <w:b w:val="0"/>
        <w:i/>
      </w:rPr>
    </w:lvl>
    <w:lvl w:ilvl="1" w:tplc="673E41D2">
      <w:start w:val="3"/>
      <w:numFmt w:val="upperRoman"/>
      <w:lvlText w:val="%2."/>
      <w:lvlJc w:val="left"/>
      <w:pPr>
        <w:tabs>
          <w:tab w:val="num" w:pos="284"/>
        </w:tabs>
        <w:ind w:left="0" w:firstLine="0"/>
      </w:pPr>
      <w:rPr>
        <w:rFonts w:hint="default"/>
        <w:b w:val="0"/>
        <w:i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B2BA2"/>
    <w:multiLevelType w:val="hybridMultilevel"/>
    <w:tmpl w:val="BA20CD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E291D"/>
    <w:multiLevelType w:val="hybridMultilevel"/>
    <w:tmpl w:val="7078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250BB"/>
    <w:multiLevelType w:val="hybridMultilevel"/>
    <w:tmpl w:val="A2760682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A31E1"/>
    <w:multiLevelType w:val="hybridMultilevel"/>
    <w:tmpl w:val="6DF240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117ED"/>
    <w:multiLevelType w:val="hybridMultilevel"/>
    <w:tmpl w:val="0BF65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64C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7497E0A"/>
    <w:multiLevelType w:val="hybridMultilevel"/>
    <w:tmpl w:val="41F827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212E6"/>
    <w:multiLevelType w:val="hybridMultilevel"/>
    <w:tmpl w:val="80888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8763B"/>
    <w:multiLevelType w:val="hybridMultilevel"/>
    <w:tmpl w:val="DC9AA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11"/>
  </w:num>
  <w:num w:numId="5">
    <w:abstractNumId w:val="12"/>
  </w:num>
  <w:num w:numId="6">
    <w:abstractNumId w:val="24"/>
  </w:num>
  <w:num w:numId="7">
    <w:abstractNumId w:val="21"/>
  </w:num>
  <w:num w:numId="8">
    <w:abstractNumId w:val="3"/>
  </w:num>
  <w:num w:numId="9">
    <w:abstractNumId w:val="10"/>
  </w:num>
  <w:num w:numId="10">
    <w:abstractNumId w:val="13"/>
  </w:num>
  <w:num w:numId="11">
    <w:abstractNumId w:val="19"/>
  </w:num>
  <w:num w:numId="12">
    <w:abstractNumId w:val="20"/>
  </w:num>
  <w:num w:numId="13">
    <w:abstractNumId w:val="9"/>
  </w:num>
  <w:num w:numId="14">
    <w:abstractNumId w:val="2"/>
  </w:num>
  <w:num w:numId="15">
    <w:abstractNumId w:val="5"/>
  </w:num>
  <w:num w:numId="16">
    <w:abstractNumId w:val="4"/>
  </w:num>
  <w:num w:numId="17">
    <w:abstractNumId w:val="22"/>
  </w:num>
  <w:num w:numId="18">
    <w:abstractNumId w:val="6"/>
  </w:num>
  <w:num w:numId="19">
    <w:abstractNumId w:val="18"/>
  </w:num>
  <w:num w:numId="20">
    <w:abstractNumId w:val="23"/>
  </w:num>
  <w:num w:numId="21">
    <w:abstractNumId w:val="1"/>
  </w:num>
  <w:num w:numId="22">
    <w:abstractNumId w:val="25"/>
  </w:num>
  <w:num w:numId="23">
    <w:abstractNumId w:val="17"/>
  </w:num>
  <w:num w:numId="24">
    <w:abstractNumId w:val="0"/>
  </w:num>
  <w:num w:numId="25">
    <w:abstractNumId w:val="14"/>
  </w:num>
  <w:num w:numId="26">
    <w:abstractNumId w:val="16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4AC"/>
    <w:rsid w:val="00000759"/>
    <w:rsid w:val="000136EB"/>
    <w:rsid w:val="00017120"/>
    <w:rsid w:val="00021011"/>
    <w:rsid w:val="000516D8"/>
    <w:rsid w:val="00087A4A"/>
    <w:rsid w:val="00093BEB"/>
    <w:rsid w:val="000D3FB8"/>
    <w:rsid w:val="000E6382"/>
    <w:rsid w:val="00106A3B"/>
    <w:rsid w:val="001251DD"/>
    <w:rsid w:val="001275D5"/>
    <w:rsid w:val="00144586"/>
    <w:rsid w:val="001445ED"/>
    <w:rsid w:val="00150811"/>
    <w:rsid w:val="00150D93"/>
    <w:rsid w:val="00157F8C"/>
    <w:rsid w:val="001843D2"/>
    <w:rsid w:val="00193CC5"/>
    <w:rsid w:val="001C11AC"/>
    <w:rsid w:val="001C5BCA"/>
    <w:rsid w:val="001D5387"/>
    <w:rsid w:val="001D7348"/>
    <w:rsid w:val="001F3C00"/>
    <w:rsid w:val="00206B7D"/>
    <w:rsid w:val="00207DE0"/>
    <w:rsid w:val="00226AAC"/>
    <w:rsid w:val="00234848"/>
    <w:rsid w:val="00236FFB"/>
    <w:rsid w:val="002472DE"/>
    <w:rsid w:val="00251F4B"/>
    <w:rsid w:val="0025303E"/>
    <w:rsid w:val="00266BC2"/>
    <w:rsid w:val="00273D77"/>
    <w:rsid w:val="002824AC"/>
    <w:rsid w:val="00284534"/>
    <w:rsid w:val="002A19D6"/>
    <w:rsid w:val="002B7937"/>
    <w:rsid w:val="002C04BD"/>
    <w:rsid w:val="002C1FC8"/>
    <w:rsid w:val="002D6E95"/>
    <w:rsid w:val="002E71CF"/>
    <w:rsid w:val="002F1AF3"/>
    <w:rsid w:val="00300A08"/>
    <w:rsid w:val="003052DB"/>
    <w:rsid w:val="0030610C"/>
    <w:rsid w:val="00321821"/>
    <w:rsid w:val="00362722"/>
    <w:rsid w:val="003657DC"/>
    <w:rsid w:val="00376D98"/>
    <w:rsid w:val="00386855"/>
    <w:rsid w:val="003978DB"/>
    <w:rsid w:val="003A03BA"/>
    <w:rsid w:val="003D30CB"/>
    <w:rsid w:val="003E1916"/>
    <w:rsid w:val="003E59BC"/>
    <w:rsid w:val="003F14D4"/>
    <w:rsid w:val="00405616"/>
    <w:rsid w:val="00410AAD"/>
    <w:rsid w:val="00417651"/>
    <w:rsid w:val="00436732"/>
    <w:rsid w:val="0044448F"/>
    <w:rsid w:val="004510AC"/>
    <w:rsid w:val="0046129F"/>
    <w:rsid w:val="00475070"/>
    <w:rsid w:val="00484E9E"/>
    <w:rsid w:val="004A4033"/>
    <w:rsid w:val="004B5B48"/>
    <w:rsid w:val="004C4988"/>
    <w:rsid w:val="004E1673"/>
    <w:rsid w:val="004E79A1"/>
    <w:rsid w:val="00522A49"/>
    <w:rsid w:val="00522A62"/>
    <w:rsid w:val="00524B69"/>
    <w:rsid w:val="00534198"/>
    <w:rsid w:val="00560998"/>
    <w:rsid w:val="00564F8F"/>
    <w:rsid w:val="0058006D"/>
    <w:rsid w:val="00587C04"/>
    <w:rsid w:val="005930EE"/>
    <w:rsid w:val="005A10BD"/>
    <w:rsid w:val="005A316E"/>
    <w:rsid w:val="005A31B5"/>
    <w:rsid w:val="005B0EE3"/>
    <w:rsid w:val="005B3935"/>
    <w:rsid w:val="005B4C2B"/>
    <w:rsid w:val="005C1374"/>
    <w:rsid w:val="005C2D61"/>
    <w:rsid w:val="005C447F"/>
    <w:rsid w:val="005C661D"/>
    <w:rsid w:val="005F15DE"/>
    <w:rsid w:val="005F4A37"/>
    <w:rsid w:val="005F6AB3"/>
    <w:rsid w:val="00604F0D"/>
    <w:rsid w:val="006070E7"/>
    <w:rsid w:val="00611954"/>
    <w:rsid w:val="00612553"/>
    <w:rsid w:val="006332B8"/>
    <w:rsid w:val="006350A1"/>
    <w:rsid w:val="006352A7"/>
    <w:rsid w:val="00650932"/>
    <w:rsid w:val="00666473"/>
    <w:rsid w:val="00673141"/>
    <w:rsid w:val="006756E7"/>
    <w:rsid w:val="00676FC7"/>
    <w:rsid w:val="0068395B"/>
    <w:rsid w:val="00686AC6"/>
    <w:rsid w:val="006C786F"/>
    <w:rsid w:val="006D6D8C"/>
    <w:rsid w:val="006F2711"/>
    <w:rsid w:val="00703EEC"/>
    <w:rsid w:val="00706A81"/>
    <w:rsid w:val="007159AF"/>
    <w:rsid w:val="007662F8"/>
    <w:rsid w:val="00770D0A"/>
    <w:rsid w:val="00773E85"/>
    <w:rsid w:val="00780A14"/>
    <w:rsid w:val="00797C6E"/>
    <w:rsid w:val="007B17B8"/>
    <w:rsid w:val="007C0845"/>
    <w:rsid w:val="007E5BBA"/>
    <w:rsid w:val="007F69BF"/>
    <w:rsid w:val="00836FAD"/>
    <w:rsid w:val="00843838"/>
    <w:rsid w:val="008653E2"/>
    <w:rsid w:val="0086639D"/>
    <w:rsid w:val="00893CAF"/>
    <w:rsid w:val="008C4BF3"/>
    <w:rsid w:val="00900E51"/>
    <w:rsid w:val="0090203A"/>
    <w:rsid w:val="00905D03"/>
    <w:rsid w:val="00907512"/>
    <w:rsid w:val="009107E2"/>
    <w:rsid w:val="0091334D"/>
    <w:rsid w:val="00920209"/>
    <w:rsid w:val="00922EAE"/>
    <w:rsid w:val="00942DD1"/>
    <w:rsid w:val="00945670"/>
    <w:rsid w:val="00947CE7"/>
    <w:rsid w:val="00950D7B"/>
    <w:rsid w:val="00957C5D"/>
    <w:rsid w:val="009B522C"/>
    <w:rsid w:val="009C3A5B"/>
    <w:rsid w:val="009C525F"/>
    <w:rsid w:val="009C7784"/>
    <w:rsid w:val="009E01B2"/>
    <w:rsid w:val="009F0201"/>
    <w:rsid w:val="009F5A51"/>
    <w:rsid w:val="009F5E8C"/>
    <w:rsid w:val="009F6AB3"/>
    <w:rsid w:val="00A009F3"/>
    <w:rsid w:val="00A03996"/>
    <w:rsid w:val="00A04C78"/>
    <w:rsid w:val="00A11FED"/>
    <w:rsid w:val="00A21BD7"/>
    <w:rsid w:val="00A34FBB"/>
    <w:rsid w:val="00A517F2"/>
    <w:rsid w:val="00A530DB"/>
    <w:rsid w:val="00A55117"/>
    <w:rsid w:val="00A8684F"/>
    <w:rsid w:val="00AA689C"/>
    <w:rsid w:val="00AB6BA7"/>
    <w:rsid w:val="00AE4308"/>
    <w:rsid w:val="00AE6D44"/>
    <w:rsid w:val="00AF6910"/>
    <w:rsid w:val="00B14709"/>
    <w:rsid w:val="00B31B78"/>
    <w:rsid w:val="00B36A2F"/>
    <w:rsid w:val="00B40807"/>
    <w:rsid w:val="00B53156"/>
    <w:rsid w:val="00B75860"/>
    <w:rsid w:val="00B92609"/>
    <w:rsid w:val="00B93E22"/>
    <w:rsid w:val="00BA3790"/>
    <w:rsid w:val="00BB2DF0"/>
    <w:rsid w:val="00BD2631"/>
    <w:rsid w:val="00C470C7"/>
    <w:rsid w:val="00C61AF4"/>
    <w:rsid w:val="00C94CAD"/>
    <w:rsid w:val="00CA42B9"/>
    <w:rsid w:val="00CA4414"/>
    <w:rsid w:val="00CE0964"/>
    <w:rsid w:val="00CF4328"/>
    <w:rsid w:val="00D20473"/>
    <w:rsid w:val="00D24E8A"/>
    <w:rsid w:val="00D25FDD"/>
    <w:rsid w:val="00D344C9"/>
    <w:rsid w:val="00D44191"/>
    <w:rsid w:val="00D453FF"/>
    <w:rsid w:val="00D469C6"/>
    <w:rsid w:val="00D47FCE"/>
    <w:rsid w:val="00D639E2"/>
    <w:rsid w:val="00D84BD5"/>
    <w:rsid w:val="00D9779D"/>
    <w:rsid w:val="00DA6AF3"/>
    <w:rsid w:val="00DB10F0"/>
    <w:rsid w:val="00DB5E2C"/>
    <w:rsid w:val="00DC59F2"/>
    <w:rsid w:val="00DD3523"/>
    <w:rsid w:val="00DE2C10"/>
    <w:rsid w:val="00DE7A7C"/>
    <w:rsid w:val="00E20B6A"/>
    <w:rsid w:val="00E27A4B"/>
    <w:rsid w:val="00E35368"/>
    <w:rsid w:val="00E5268B"/>
    <w:rsid w:val="00E537BE"/>
    <w:rsid w:val="00E93341"/>
    <w:rsid w:val="00EA0C29"/>
    <w:rsid w:val="00EC4747"/>
    <w:rsid w:val="00EC48E0"/>
    <w:rsid w:val="00EC6676"/>
    <w:rsid w:val="00ED0658"/>
    <w:rsid w:val="00ED2AA9"/>
    <w:rsid w:val="00EE2F3F"/>
    <w:rsid w:val="00EF723F"/>
    <w:rsid w:val="00F34FB0"/>
    <w:rsid w:val="00F37C2C"/>
    <w:rsid w:val="00F46E0E"/>
    <w:rsid w:val="00F47C0A"/>
    <w:rsid w:val="00F713EA"/>
    <w:rsid w:val="00F72FA2"/>
    <w:rsid w:val="00F75C74"/>
    <w:rsid w:val="00F82CFB"/>
    <w:rsid w:val="00F8322E"/>
    <w:rsid w:val="00F85F3D"/>
    <w:rsid w:val="00FD5D68"/>
    <w:rsid w:val="00FE1C42"/>
    <w:rsid w:val="00FE3006"/>
    <w:rsid w:val="00FF06B8"/>
    <w:rsid w:val="00FF24AF"/>
    <w:rsid w:val="00FF32CD"/>
    <w:rsid w:val="00FF6E13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519EF2"/>
  <w15:docId w15:val="{9F0BA2A3-0C92-4876-97CA-CFDF714B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4FBB"/>
    <w:pPr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A53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uiPriority w:val="9"/>
    <w:qFormat/>
    <w:rsid w:val="00A530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nhideWhenUsed/>
    <w:qFormat/>
    <w:rsid w:val="005B4C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urple">
    <w:name w:val="purple"/>
    <w:basedOn w:val="Navaden"/>
    <w:rsid w:val="00A55117"/>
    <w:pPr>
      <w:spacing w:before="100" w:beforeAutospacing="1" w:after="100" w:afterAutospacing="1"/>
    </w:pPr>
  </w:style>
  <w:style w:type="paragraph" w:styleId="Navadensplet">
    <w:name w:val="Normal (Web)"/>
    <w:basedOn w:val="Navaden"/>
    <w:unhideWhenUsed/>
    <w:rsid w:val="00A55117"/>
    <w:pPr>
      <w:spacing w:before="100" w:beforeAutospacing="1" w:after="100" w:afterAutospacing="1"/>
    </w:pPr>
  </w:style>
  <w:style w:type="paragraph" w:customStyle="1" w:styleId="esegmentt">
    <w:name w:val="esegment_t"/>
    <w:basedOn w:val="Navaden"/>
    <w:rsid w:val="00A55117"/>
    <w:pPr>
      <w:spacing w:before="100" w:beforeAutospacing="1" w:after="100" w:afterAutospacing="1"/>
    </w:pPr>
  </w:style>
  <w:style w:type="paragraph" w:customStyle="1" w:styleId="esegmentc1">
    <w:name w:val="esegment_c1"/>
    <w:basedOn w:val="Navaden"/>
    <w:rsid w:val="00A55117"/>
    <w:pPr>
      <w:spacing w:before="100" w:beforeAutospacing="1" w:after="100" w:afterAutospacing="1"/>
    </w:pPr>
  </w:style>
  <w:style w:type="paragraph" w:customStyle="1" w:styleId="esegmenth4">
    <w:name w:val="esegment_h4"/>
    <w:basedOn w:val="Navaden"/>
    <w:rsid w:val="00A55117"/>
    <w:pPr>
      <w:spacing w:before="100" w:beforeAutospacing="1" w:after="100" w:afterAutospacing="1"/>
    </w:pPr>
  </w:style>
  <w:style w:type="paragraph" w:customStyle="1" w:styleId="esegmentp1">
    <w:name w:val="esegment_p1"/>
    <w:basedOn w:val="Navaden"/>
    <w:rsid w:val="00A55117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55117"/>
  </w:style>
  <w:style w:type="paragraph" w:styleId="Noga">
    <w:name w:val="footer"/>
    <w:basedOn w:val="Navaden"/>
    <w:link w:val="Nog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55117"/>
  </w:style>
  <w:style w:type="character" w:customStyle="1" w:styleId="Naslov1Znak">
    <w:name w:val="Naslov 1 Znak"/>
    <w:basedOn w:val="Privzetapisavaodstavka"/>
    <w:link w:val="Naslov1"/>
    <w:rsid w:val="00A530D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A530DB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z-vrhobrazca">
    <w:name w:val="HTML Top of Form"/>
    <w:basedOn w:val="Navaden"/>
    <w:next w:val="Navaden"/>
    <w:link w:val="z-vrhobrazcaZnak"/>
    <w:hidden/>
    <w:uiPriority w:val="99"/>
    <w:semiHidden/>
    <w:unhideWhenUsed/>
    <w:rsid w:val="00A530D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rhobrazcaZnak">
    <w:name w:val="z-vrh obrazca Znak"/>
    <w:basedOn w:val="Privzetapisavaodstavka"/>
    <w:link w:val="z-vrhobrazca"/>
    <w:uiPriority w:val="99"/>
    <w:semiHidden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character" w:customStyle="1" w:styleId="outputtext">
    <w:name w:val="outputtext"/>
    <w:basedOn w:val="Privzetapisavaodstavka"/>
    <w:rsid w:val="00A530DB"/>
  </w:style>
  <w:style w:type="paragraph" w:styleId="z-dnoobrazca">
    <w:name w:val="HTML Bottom of Form"/>
    <w:basedOn w:val="Navaden"/>
    <w:next w:val="Navaden"/>
    <w:link w:val="z-dnoobrazcaZnak"/>
    <w:hidden/>
    <w:uiPriority w:val="99"/>
    <w:unhideWhenUsed/>
    <w:rsid w:val="00A530D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dnoobrazcaZnak">
    <w:name w:val="z-dno obrazca Znak"/>
    <w:basedOn w:val="Privzetapisavaodstavka"/>
    <w:link w:val="z-dnoobrazca"/>
    <w:uiPriority w:val="99"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numbering" w:customStyle="1" w:styleId="Brezseznama1">
    <w:name w:val="Brez seznama1"/>
    <w:next w:val="Brezseznama"/>
    <w:semiHidden/>
    <w:rsid w:val="007C0845"/>
  </w:style>
  <w:style w:type="character" w:styleId="tevilkastrani">
    <w:name w:val="page number"/>
    <w:basedOn w:val="Privzetapisavaodstavka"/>
    <w:rsid w:val="007C0845"/>
  </w:style>
  <w:style w:type="paragraph" w:styleId="Sprotnaopomba-besedilo">
    <w:name w:val="footnote text"/>
    <w:basedOn w:val="Navaden"/>
    <w:link w:val="Sprot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character" w:styleId="Konnaopomba-sklic">
    <w:name w:val="endnote reference"/>
    <w:basedOn w:val="Privzetapisavaodstavka"/>
    <w:semiHidden/>
    <w:rsid w:val="007C0845"/>
    <w:rPr>
      <w:vertAlign w:val="superscript"/>
    </w:rPr>
  </w:style>
  <w:style w:type="paragraph" w:styleId="Telobesedila">
    <w:name w:val="Body Text"/>
    <w:basedOn w:val="Navaden"/>
    <w:link w:val="TelobesedilaZnak"/>
    <w:semiHidden/>
    <w:unhideWhenUsed/>
    <w:rsid w:val="00A34FBB"/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A34FB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AE6D44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73E85"/>
    <w:pPr>
      <w:ind w:left="720"/>
      <w:contextualSpacing/>
    </w:pPr>
  </w:style>
  <w:style w:type="table" w:styleId="Tabelamrea">
    <w:name w:val="Table Grid"/>
    <w:basedOn w:val="Navadnatabela"/>
    <w:uiPriority w:val="59"/>
    <w:rsid w:val="00DB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5B4C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EC6676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C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CAF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43263">
              <w:marLeft w:val="0"/>
              <w:marRight w:val="0"/>
              <w:marTop w:val="64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474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cnik\AppData\Roaming\Microsoft\Predloge\Predloga%20Ob&#269;ina%20BARVN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8FDB5-21F4-44DC-81D7-0D8A2E5D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Občina BARVNA.dotx</Template>
  <TotalTime>72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Marjana Močnik</dc:creator>
  <cp:lastModifiedBy>Petra MP</cp:lastModifiedBy>
  <cp:revision>30</cp:revision>
  <cp:lastPrinted>2015-02-10T14:23:00Z</cp:lastPrinted>
  <dcterms:created xsi:type="dcterms:W3CDTF">2013-01-22T07:58:00Z</dcterms:created>
  <dcterms:modified xsi:type="dcterms:W3CDTF">2025-01-20T14:43:00Z</dcterms:modified>
</cp:coreProperties>
</file>